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B08" w:rsidRDefault="00367B08" w:rsidP="00797FAE">
      <w:pPr>
        <w:pStyle w:val="ListParagraph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67B08" w:rsidRPr="00824BC7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4B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ГРАФИК</w:t>
      </w:r>
    </w:p>
    <w:p w:rsidR="00367B08" w:rsidRPr="00824BC7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4BC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проведения школьного  этапа всероссийской олимпиады школьников </w:t>
      </w:r>
    </w:p>
    <w:p w:rsidR="00367B08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4BC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 2015/2016 учебном году</w:t>
      </w: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2660"/>
        <w:gridCol w:w="2526"/>
        <w:gridCol w:w="2734"/>
      </w:tblGrid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Параллели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День недели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сентября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 10-11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сентября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сентября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26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сентября</w:t>
            </w:r>
          </w:p>
        </w:tc>
        <w:tc>
          <w:tcPr>
            <w:tcW w:w="2734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25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5-6,7-8,9,10-11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526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сентября</w:t>
            </w:r>
          </w:p>
        </w:tc>
        <w:tc>
          <w:tcPr>
            <w:tcW w:w="2734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25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4,5-6,7-8,9,10-11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сентября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367B08" w:rsidRPr="00393F8D">
        <w:trPr>
          <w:trHeight w:val="843"/>
        </w:trPr>
        <w:tc>
          <w:tcPr>
            <w:tcW w:w="2268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 5-6, 7-8, 9-11</w:t>
            </w: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5-6, 7-8, 9-11</w:t>
            </w: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5-6, 7-8, 9-11</w:t>
            </w:r>
          </w:p>
        </w:tc>
        <w:tc>
          <w:tcPr>
            <w:tcW w:w="2660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Иностранные языки: английский язык французский язык немецкий язык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29 сентября (письменный тур), 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67B08" w:rsidRPr="00393F8D">
        <w:trPr>
          <w:trHeight w:val="842"/>
        </w:trPr>
        <w:tc>
          <w:tcPr>
            <w:tcW w:w="2268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сентября 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(устный тур)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6,7,8,9,10,11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октября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367B08" w:rsidRPr="00393F8D">
        <w:trPr>
          <w:trHeight w:val="1250"/>
        </w:trPr>
        <w:tc>
          <w:tcPr>
            <w:tcW w:w="2268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5,6,7,8,9,10-11 (дев.)</w:t>
            </w: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5,6,7,8,9,10-11 (юнош.)</w:t>
            </w:r>
          </w:p>
        </w:tc>
        <w:tc>
          <w:tcPr>
            <w:tcW w:w="2660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октября 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(теория + практика)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rPr>
          <w:trHeight w:val="1032"/>
        </w:trPr>
        <w:tc>
          <w:tcPr>
            <w:tcW w:w="2268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октября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(защита проекта) 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Искусство (МХК)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октября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5,6,7,8.9,10,11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октября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5-6,7-8,9,10-11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526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октября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5-8,9,10,11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rPr>
          <w:trHeight w:val="965"/>
        </w:trPr>
        <w:tc>
          <w:tcPr>
            <w:tcW w:w="2268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5-7,8-9,10-11</w:t>
            </w:r>
          </w:p>
        </w:tc>
        <w:tc>
          <w:tcPr>
            <w:tcW w:w="2660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октября (теоретический тур),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rPr>
          <w:trHeight w:val="910"/>
        </w:trPr>
        <w:tc>
          <w:tcPr>
            <w:tcW w:w="2268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октября (практический тур)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367B08" w:rsidRPr="00393F8D">
        <w:trPr>
          <w:trHeight w:val="553"/>
        </w:trPr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октября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октября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367B08" w:rsidRPr="00393F8D">
        <w:trPr>
          <w:trHeight w:val="896"/>
        </w:trPr>
        <w:tc>
          <w:tcPr>
            <w:tcW w:w="2268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5-6,7-8,9-11 (дев.)</w:t>
            </w: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5-6,7-8,9-11 (юнош.)</w:t>
            </w:r>
          </w:p>
        </w:tc>
        <w:tc>
          <w:tcPr>
            <w:tcW w:w="2660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октября (теоретико-методический тур)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rPr>
          <w:trHeight w:val="1100"/>
        </w:trPr>
        <w:tc>
          <w:tcPr>
            <w:tcW w:w="2268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vMerge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октября (практический тур)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367B08" w:rsidRPr="00393F8D">
        <w:tc>
          <w:tcPr>
            <w:tcW w:w="2268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2660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Иностранные (китайский, испанский, итальянский) языки</w:t>
            </w:r>
          </w:p>
        </w:tc>
        <w:tc>
          <w:tcPr>
            <w:tcW w:w="25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октября</w:t>
            </w:r>
          </w:p>
        </w:tc>
        <w:tc>
          <w:tcPr>
            <w:tcW w:w="2734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</w:tbl>
    <w:p w:rsidR="00367B08" w:rsidRPr="00824BC7" w:rsidRDefault="00367B08" w:rsidP="00004372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24BC7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№3</w:t>
      </w:r>
    </w:p>
    <w:p w:rsidR="00367B08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7B08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7B08" w:rsidRPr="00824BC7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4B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ГРАФИК</w:t>
      </w:r>
    </w:p>
    <w:p w:rsidR="00367B08" w:rsidRPr="00824BC7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4BC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проведения школьного  этапа республиканской олимпиады школьников </w:t>
      </w:r>
    </w:p>
    <w:p w:rsidR="00367B08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4BC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 2015/2016 учебном году</w:t>
      </w:r>
    </w:p>
    <w:p w:rsidR="00367B08" w:rsidRPr="00824BC7" w:rsidRDefault="00367B08" w:rsidP="000043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3002"/>
        <w:gridCol w:w="2101"/>
        <w:gridCol w:w="2126"/>
      </w:tblGrid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Параллели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2101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1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День недели</w:t>
            </w: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101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октября</w:t>
            </w:r>
          </w:p>
        </w:tc>
        <w:tc>
          <w:tcPr>
            <w:tcW w:w="21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2101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октября</w:t>
            </w:r>
          </w:p>
        </w:tc>
        <w:tc>
          <w:tcPr>
            <w:tcW w:w="21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Татарский язык для учащихся школ с татарским языком обучения</w:t>
            </w:r>
          </w:p>
        </w:tc>
        <w:tc>
          <w:tcPr>
            <w:tcW w:w="2101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октября</w:t>
            </w:r>
          </w:p>
        </w:tc>
        <w:tc>
          <w:tcPr>
            <w:tcW w:w="2126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101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октября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101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октября</w:t>
            </w:r>
          </w:p>
        </w:tc>
        <w:tc>
          <w:tcPr>
            <w:tcW w:w="21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</w:tr>
      <w:tr w:rsidR="00367B08" w:rsidRPr="00393F8D">
        <w:trPr>
          <w:trHeight w:val="554"/>
        </w:trPr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Геология</w:t>
            </w:r>
          </w:p>
        </w:tc>
        <w:tc>
          <w:tcPr>
            <w:tcW w:w="2101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октября</w:t>
            </w:r>
          </w:p>
        </w:tc>
        <w:tc>
          <w:tcPr>
            <w:tcW w:w="21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Марийский язык и литература</w:t>
            </w:r>
          </w:p>
        </w:tc>
        <w:tc>
          <w:tcPr>
            <w:tcW w:w="2101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октября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Удмуртский язык и литература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Чувашский язык и литература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Мордовские (эрзя, мокша) языки и литература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5,6,7,8,9,10-11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Арабский язык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Турецкий язык</w:t>
            </w:r>
          </w:p>
        </w:tc>
        <w:tc>
          <w:tcPr>
            <w:tcW w:w="2101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B08" w:rsidRPr="00393F8D">
        <w:tc>
          <w:tcPr>
            <w:tcW w:w="2093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8,9,10,11</w:t>
            </w:r>
          </w:p>
        </w:tc>
        <w:tc>
          <w:tcPr>
            <w:tcW w:w="3002" w:type="dxa"/>
          </w:tcPr>
          <w:p w:rsidR="00367B08" w:rsidRPr="00824BC7" w:rsidRDefault="00367B08" w:rsidP="00004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Татарстана и татарского народа</w:t>
            </w:r>
          </w:p>
        </w:tc>
        <w:tc>
          <w:tcPr>
            <w:tcW w:w="2101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октября</w:t>
            </w:r>
          </w:p>
        </w:tc>
        <w:tc>
          <w:tcPr>
            <w:tcW w:w="2126" w:type="dxa"/>
          </w:tcPr>
          <w:p w:rsidR="00367B08" w:rsidRPr="00824BC7" w:rsidRDefault="00367B08" w:rsidP="00004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4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</w:tr>
    </w:tbl>
    <w:p w:rsidR="00367B08" w:rsidRPr="00824BC7" w:rsidRDefault="00367B08" w:rsidP="00004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B08" w:rsidRDefault="00367B08" w:rsidP="00004372">
      <w:pPr>
        <w:pStyle w:val="ListParagraph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67B08" w:rsidRDefault="00367B08" w:rsidP="00004372">
      <w:pPr>
        <w:pStyle w:val="ListParagraph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67B08" w:rsidRDefault="00367B08" w:rsidP="00004372">
      <w:pPr>
        <w:pStyle w:val="ListParagraph"/>
        <w:spacing w:after="0" w:line="240" w:lineRule="auto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67B08" w:rsidRDefault="00367B08" w:rsidP="00004372">
      <w:pPr>
        <w:spacing w:after="0" w:line="240" w:lineRule="auto"/>
      </w:pPr>
    </w:p>
    <w:sectPr w:rsidR="00367B08" w:rsidSect="00004372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A2C9C"/>
    <w:multiLevelType w:val="multilevel"/>
    <w:tmpl w:val="9F38CE98"/>
    <w:lvl w:ilvl="0">
      <w:start w:val="1"/>
      <w:numFmt w:val="decimal"/>
      <w:lvlText w:val="%1."/>
      <w:lvlJc w:val="left"/>
      <w:pPr>
        <w:ind w:left="11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6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0DF"/>
    <w:rsid w:val="00004372"/>
    <w:rsid w:val="000D0FA8"/>
    <w:rsid w:val="000D36AB"/>
    <w:rsid w:val="001326EF"/>
    <w:rsid w:val="001C41BA"/>
    <w:rsid w:val="001E7672"/>
    <w:rsid w:val="00351F79"/>
    <w:rsid w:val="00367B08"/>
    <w:rsid w:val="00385015"/>
    <w:rsid w:val="00393F8D"/>
    <w:rsid w:val="00423A2A"/>
    <w:rsid w:val="004905BF"/>
    <w:rsid w:val="004B30B5"/>
    <w:rsid w:val="004E40DF"/>
    <w:rsid w:val="0051559F"/>
    <w:rsid w:val="00541A64"/>
    <w:rsid w:val="005C5B2A"/>
    <w:rsid w:val="0064226E"/>
    <w:rsid w:val="00656E1F"/>
    <w:rsid w:val="00792BA5"/>
    <w:rsid w:val="00797FAE"/>
    <w:rsid w:val="007A1C5D"/>
    <w:rsid w:val="00824BC7"/>
    <w:rsid w:val="008819F4"/>
    <w:rsid w:val="00C53AF1"/>
    <w:rsid w:val="00D60259"/>
    <w:rsid w:val="00D72450"/>
    <w:rsid w:val="00E017E2"/>
    <w:rsid w:val="00E54A5C"/>
    <w:rsid w:val="00ED0415"/>
    <w:rsid w:val="00EF2246"/>
    <w:rsid w:val="00EF2722"/>
    <w:rsid w:val="00F7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FA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97FAE"/>
    <w:pPr>
      <w:ind w:left="720"/>
    </w:pPr>
  </w:style>
  <w:style w:type="table" w:styleId="TableGrid">
    <w:name w:val="Table Grid"/>
    <w:basedOn w:val="TableNormal"/>
    <w:uiPriority w:val="99"/>
    <w:rsid w:val="00797FA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97F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416</Words>
  <Characters>2377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МБУ ДО «Городской центр творческого развития и</dc:title>
  <dc:subject/>
  <dc:creator>Полиграфий</dc:creator>
  <cp:keywords/>
  <dc:description/>
  <cp:lastModifiedBy>Шепынева</cp:lastModifiedBy>
  <cp:revision>2</cp:revision>
  <cp:lastPrinted>2015-09-11T06:19:00Z</cp:lastPrinted>
  <dcterms:created xsi:type="dcterms:W3CDTF">2015-09-11T06:20:00Z</dcterms:created>
  <dcterms:modified xsi:type="dcterms:W3CDTF">2015-09-11T06:20:00Z</dcterms:modified>
</cp:coreProperties>
</file>